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F07" w:rsidRPr="0056476C" w:rsidRDefault="00737F07" w:rsidP="00737F07">
      <w:pPr>
        <w:pStyle w:val="Header"/>
        <w:spacing w:after="0" w:line="240" w:lineRule="auto"/>
        <w:ind w:firstLine="3261"/>
        <w:rPr>
          <w:rFonts w:ascii="Times New Roman" w:hAnsi="Times New Roman"/>
          <w:b/>
        </w:rPr>
      </w:pPr>
      <w:r w:rsidRPr="0056476C">
        <w:rPr>
          <w:rFonts w:ascii="Times New Roman" w:hAnsi="Times New Roman"/>
          <w:b/>
        </w:rPr>
        <w:t xml:space="preserve">ДО </w:t>
      </w:r>
    </w:p>
    <w:p w:rsidR="00737F07" w:rsidRPr="0056476C" w:rsidRDefault="00737F07" w:rsidP="00737F07">
      <w:pPr>
        <w:pStyle w:val="Header"/>
        <w:spacing w:after="0" w:line="240" w:lineRule="auto"/>
        <w:ind w:firstLine="3261"/>
        <w:rPr>
          <w:rFonts w:ascii="Times New Roman" w:hAnsi="Times New Roman"/>
          <w:b/>
        </w:rPr>
      </w:pPr>
      <w:r w:rsidRPr="0056476C">
        <w:rPr>
          <w:rFonts w:ascii="Times New Roman" w:hAnsi="Times New Roman"/>
          <w:b/>
        </w:rPr>
        <w:t xml:space="preserve">ЮРА ЙОРДАНОВА - ВИТАНОВА </w:t>
      </w:r>
    </w:p>
    <w:p w:rsidR="00737F07" w:rsidRPr="0056476C" w:rsidRDefault="00737F07" w:rsidP="00737F07">
      <w:pPr>
        <w:pStyle w:val="Header"/>
        <w:spacing w:after="0" w:line="240" w:lineRule="auto"/>
        <w:ind w:firstLine="3261"/>
        <w:rPr>
          <w:rFonts w:ascii="Times New Roman" w:hAnsi="Times New Roman"/>
          <w:b/>
        </w:rPr>
      </w:pPr>
      <w:r w:rsidRPr="0056476C">
        <w:rPr>
          <w:rFonts w:ascii="Times New Roman" w:hAnsi="Times New Roman"/>
          <w:b/>
        </w:rPr>
        <w:t xml:space="preserve">ЗАМЕСТНИК-МИНИСТЪР НА РЕГИОНАЛНОТО </w:t>
      </w:r>
    </w:p>
    <w:p w:rsidR="00737F07" w:rsidRPr="0056476C" w:rsidRDefault="00737F07" w:rsidP="00737F07">
      <w:pPr>
        <w:pStyle w:val="Header"/>
        <w:spacing w:after="0" w:line="240" w:lineRule="auto"/>
        <w:ind w:firstLine="3261"/>
        <w:rPr>
          <w:rFonts w:ascii="Times New Roman" w:hAnsi="Times New Roman"/>
          <w:b/>
        </w:rPr>
      </w:pPr>
      <w:r w:rsidRPr="0056476C">
        <w:rPr>
          <w:rFonts w:ascii="Times New Roman" w:hAnsi="Times New Roman"/>
          <w:b/>
        </w:rPr>
        <w:t>РАЗВИТИЕ И БЛАГОУСТРОЙСТВОТО</w:t>
      </w:r>
    </w:p>
    <w:p w:rsidR="00737F07" w:rsidRPr="0056476C" w:rsidRDefault="00737F07" w:rsidP="00737F07">
      <w:pPr>
        <w:pStyle w:val="Header"/>
        <w:spacing w:after="0" w:line="240" w:lineRule="auto"/>
        <w:ind w:firstLine="3261"/>
        <w:rPr>
          <w:rFonts w:ascii="Times New Roman" w:hAnsi="Times New Roman"/>
          <w:b/>
        </w:rPr>
      </w:pPr>
      <w:r w:rsidRPr="0056476C">
        <w:rPr>
          <w:rFonts w:ascii="Times New Roman" w:hAnsi="Times New Roman"/>
          <w:b/>
        </w:rPr>
        <w:t xml:space="preserve">И РЪКОВОДИТЕЛ НА УО НА </w:t>
      </w:r>
    </w:p>
    <w:p w:rsidR="00737F07" w:rsidRPr="0056476C" w:rsidRDefault="00737F07" w:rsidP="00737F07">
      <w:pPr>
        <w:pStyle w:val="Header"/>
        <w:spacing w:after="0" w:line="240" w:lineRule="auto"/>
        <w:ind w:firstLine="3261"/>
        <w:rPr>
          <w:rFonts w:ascii="Times New Roman" w:hAnsi="Times New Roman"/>
          <w:b/>
        </w:rPr>
      </w:pPr>
      <w:r w:rsidRPr="0056476C">
        <w:rPr>
          <w:rFonts w:ascii="Times New Roman" w:hAnsi="Times New Roman"/>
          <w:b/>
        </w:rPr>
        <w:t>ПРОГРАМА „РАЗВИТИЕ НА РЕГИОНИТЕ“ 2021-2027</w:t>
      </w:r>
    </w:p>
    <w:p w:rsidR="00737F07" w:rsidRDefault="00737F07" w:rsidP="00737F07">
      <w:pPr>
        <w:pStyle w:val="Header"/>
        <w:spacing w:after="0" w:line="240" w:lineRule="auto"/>
        <w:ind w:firstLine="3261"/>
        <w:rPr>
          <w:rFonts w:ascii="Times New Roman" w:hAnsi="Times New Roman"/>
          <w:i/>
        </w:rPr>
      </w:pPr>
    </w:p>
    <w:p w:rsidR="00737F07" w:rsidRPr="00D33198" w:rsidRDefault="00737F07" w:rsidP="00737F07">
      <w:pPr>
        <w:pStyle w:val="Header"/>
        <w:spacing w:after="0" w:line="240" w:lineRule="auto"/>
        <w:ind w:firstLine="3261"/>
        <w:rPr>
          <w:rFonts w:ascii="Times New Roman" w:hAnsi="Times New Roman"/>
          <w:i/>
        </w:rPr>
      </w:pPr>
      <w:r w:rsidRPr="00D33198">
        <w:rPr>
          <w:rFonts w:ascii="Times New Roman" w:hAnsi="Times New Roman"/>
          <w:i/>
        </w:rPr>
        <w:t>На Ваш № 9</w:t>
      </w:r>
      <w:r>
        <w:rPr>
          <w:rFonts w:ascii="Times New Roman" w:hAnsi="Times New Roman"/>
          <w:i/>
        </w:rPr>
        <w:t>9</w:t>
      </w:r>
      <w:r w:rsidRPr="00D33198">
        <w:rPr>
          <w:rFonts w:ascii="Times New Roman" w:hAnsi="Times New Roman"/>
          <w:i/>
          <w:lang w:val="en-US"/>
        </w:rPr>
        <w:t>-</w:t>
      </w:r>
      <w:r>
        <w:rPr>
          <w:rFonts w:ascii="Times New Roman" w:hAnsi="Times New Roman"/>
          <w:i/>
        </w:rPr>
        <w:t>0</w:t>
      </w:r>
      <w:r w:rsidRPr="00D33198">
        <w:rPr>
          <w:rFonts w:ascii="Times New Roman" w:hAnsi="Times New Roman"/>
          <w:i/>
        </w:rPr>
        <w:t>0</w:t>
      </w:r>
      <w:r>
        <w:rPr>
          <w:rFonts w:ascii="Times New Roman" w:hAnsi="Times New Roman"/>
          <w:i/>
        </w:rPr>
        <w:t>-</w:t>
      </w:r>
      <w:r w:rsidRPr="00D33198">
        <w:rPr>
          <w:rFonts w:ascii="Times New Roman" w:hAnsi="Times New Roman"/>
          <w:i/>
        </w:rPr>
        <w:t>6</w:t>
      </w:r>
      <w:r w:rsidRPr="00D33198">
        <w:rPr>
          <w:rFonts w:ascii="Times New Roman" w:hAnsi="Times New Roman"/>
          <w:i/>
          <w:lang w:val="en-US"/>
        </w:rPr>
        <w:t>-</w:t>
      </w:r>
      <w:r>
        <w:rPr>
          <w:rFonts w:ascii="Times New Roman" w:hAnsi="Times New Roman"/>
          <w:i/>
        </w:rPr>
        <w:t>226/27</w:t>
      </w:r>
      <w:r w:rsidRPr="00D33198">
        <w:rPr>
          <w:rFonts w:ascii="Times New Roman" w:hAnsi="Times New Roman"/>
          <w:i/>
        </w:rPr>
        <w:t xml:space="preserve">.05.2024 г. </w:t>
      </w:r>
    </w:p>
    <w:p w:rsidR="00737F07" w:rsidRPr="00D33198" w:rsidRDefault="00737F07" w:rsidP="00737F07">
      <w:pPr>
        <w:pStyle w:val="Header"/>
        <w:spacing w:after="0" w:line="240" w:lineRule="auto"/>
        <w:ind w:firstLine="3261"/>
        <w:rPr>
          <w:rFonts w:ascii="Times New Roman" w:hAnsi="Times New Roman"/>
          <w:i/>
        </w:rPr>
      </w:pPr>
      <w:r w:rsidRPr="00D33198">
        <w:rPr>
          <w:rFonts w:ascii="Times New Roman" w:hAnsi="Times New Roman"/>
          <w:i/>
        </w:rPr>
        <w:t xml:space="preserve">Към наш № </w:t>
      </w:r>
      <w:r>
        <w:rPr>
          <w:rFonts w:ascii="Times New Roman" w:hAnsi="Times New Roman"/>
          <w:i/>
        </w:rPr>
        <w:t>04-16-213/27</w:t>
      </w:r>
      <w:r w:rsidRPr="00D33198">
        <w:rPr>
          <w:rFonts w:ascii="Times New Roman" w:hAnsi="Times New Roman"/>
          <w:i/>
        </w:rPr>
        <w:t>.05.2024</w:t>
      </w:r>
      <w:r w:rsidRPr="00D33198">
        <w:rPr>
          <w:rFonts w:ascii="Times New Roman" w:hAnsi="Times New Roman"/>
          <w:i/>
          <w:lang w:val="en-US"/>
        </w:rPr>
        <w:t xml:space="preserve"> </w:t>
      </w:r>
      <w:r w:rsidRPr="00D33198">
        <w:rPr>
          <w:rFonts w:ascii="Times New Roman" w:hAnsi="Times New Roman"/>
          <w:i/>
        </w:rPr>
        <w:t xml:space="preserve">г.  </w:t>
      </w:r>
    </w:p>
    <w:p w:rsidR="00737F07" w:rsidRPr="0056476C" w:rsidRDefault="00737F07" w:rsidP="00737F07">
      <w:pPr>
        <w:pStyle w:val="Header"/>
        <w:spacing w:after="0" w:line="240" w:lineRule="auto"/>
        <w:rPr>
          <w:rFonts w:ascii="Times New Roman" w:hAnsi="Times New Roman"/>
          <w:b/>
        </w:rPr>
      </w:pPr>
    </w:p>
    <w:p w:rsidR="00737F07" w:rsidRDefault="00737F07" w:rsidP="00737F07">
      <w:pPr>
        <w:pStyle w:val="Header"/>
        <w:spacing w:after="0" w:line="240" w:lineRule="auto"/>
        <w:ind w:left="2127" w:hanging="1407"/>
        <w:rPr>
          <w:rFonts w:ascii="Times New Roman" w:hAnsi="Times New Roman"/>
          <w:b/>
        </w:rPr>
      </w:pPr>
    </w:p>
    <w:p w:rsidR="00737F07" w:rsidRPr="004F34BF" w:rsidRDefault="00737F07" w:rsidP="00737F07">
      <w:pPr>
        <w:pStyle w:val="Header"/>
        <w:spacing w:after="0" w:line="240" w:lineRule="auto"/>
        <w:ind w:left="2127" w:hanging="1407"/>
        <w:rPr>
          <w:rFonts w:ascii="Times New Roman" w:hAnsi="Times New Roman"/>
        </w:rPr>
      </w:pPr>
      <w:r w:rsidRPr="0056476C">
        <w:rPr>
          <w:rFonts w:ascii="Times New Roman" w:hAnsi="Times New Roman"/>
          <w:b/>
        </w:rPr>
        <w:t>ОТНОСНО</w:t>
      </w:r>
      <w:r w:rsidRPr="004F34BF">
        <w:rPr>
          <w:rFonts w:ascii="Times New Roman" w:hAnsi="Times New Roman"/>
        </w:rPr>
        <w:t xml:space="preserve">: Съгласуване на проект на Насоки за кандидатстване по процедура BG16FFPR003-4.001 „Подкрепа за устойчиво енергийно обновяване на </w:t>
      </w:r>
      <w:proofErr w:type="spellStart"/>
      <w:r>
        <w:rPr>
          <w:rFonts w:ascii="Times New Roman" w:hAnsi="Times New Roman"/>
        </w:rPr>
        <w:t>много</w:t>
      </w:r>
      <w:r w:rsidRPr="004F34BF">
        <w:rPr>
          <w:rFonts w:ascii="Times New Roman" w:hAnsi="Times New Roman"/>
        </w:rPr>
        <w:t>фамилни</w:t>
      </w:r>
      <w:proofErr w:type="spellEnd"/>
      <w:r w:rsidRPr="004F34BF">
        <w:rPr>
          <w:rFonts w:ascii="Times New Roman" w:hAnsi="Times New Roman"/>
        </w:rPr>
        <w:t xml:space="preserve"> жилищни сгради, включително справяне с енергийната бедност“, по програма „Развитие на регионите“ 2021-2027 (ПРР)</w:t>
      </w:r>
    </w:p>
    <w:p w:rsidR="00737F07" w:rsidRDefault="00737F07" w:rsidP="00737F07">
      <w:pPr>
        <w:pStyle w:val="Header"/>
        <w:spacing w:after="0" w:line="240" w:lineRule="auto"/>
        <w:rPr>
          <w:rFonts w:ascii="Times New Roman" w:hAnsi="Times New Roman"/>
          <w:b/>
        </w:rPr>
      </w:pPr>
    </w:p>
    <w:p w:rsidR="00737F07" w:rsidRDefault="00737F07" w:rsidP="00737F07">
      <w:pPr>
        <w:pStyle w:val="Header"/>
        <w:spacing w:after="0" w:line="240" w:lineRule="auto"/>
        <w:rPr>
          <w:rFonts w:ascii="Times New Roman" w:hAnsi="Times New Roman"/>
          <w:b/>
        </w:rPr>
      </w:pPr>
    </w:p>
    <w:p w:rsidR="00737F07" w:rsidRPr="0056476C" w:rsidRDefault="00737F07" w:rsidP="00737F07">
      <w:pPr>
        <w:pStyle w:val="Header"/>
        <w:spacing w:after="0" w:line="240" w:lineRule="auto"/>
        <w:rPr>
          <w:rFonts w:ascii="Times New Roman" w:hAnsi="Times New Roman"/>
          <w:b/>
        </w:rPr>
      </w:pPr>
      <w:r w:rsidRPr="0056476C">
        <w:rPr>
          <w:rFonts w:ascii="Times New Roman" w:hAnsi="Times New Roman"/>
          <w:b/>
        </w:rPr>
        <w:t xml:space="preserve">УВАЖАЕМА ГОСПОЖО ЙОРДАНОВА, </w:t>
      </w:r>
    </w:p>
    <w:p w:rsidR="00737F07" w:rsidRDefault="00737F07" w:rsidP="00737F07">
      <w:pPr>
        <w:pStyle w:val="Header"/>
        <w:spacing w:after="0" w:line="240" w:lineRule="auto"/>
        <w:rPr>
          <w:rFonts w:ascii="Times New Roman" w:hAnsi="Times New Roman"/>
        </w:rPr>
      </w:pPr>
    </w:p>
    <w:p w:rsidR="00737F07" w:rsidRPr="004F34BF" w:rsidRDefault="00737F07" w:rsidP="00737F07">
      <w:pPr>
        <w:pStyle w:val="Header"/>
        <w:spacing w:after="0" w:line="240" w:lineRule="auto"/>
        <w:rPr>
          <w:rFonts w:ascii="Times New Roman" w:hAnsi="Times New Roman"/>
        </w:rPr>
      </w:pPr>
      <w:r w:rsidRPr="004F34BF">
        <w:rPr>
          <w:rFonts w:ascii="Times New Roman" w:hAnsi="Times New Roman"/>
        </w:rPr>
        <w:t>В отговор на</w:t>
      </w:r>
      <w:r>
        <w:rPr>
          <w:rFonts w:ascii="Times New Roman" w:hAnsi="Times New Roman"/>
        </w:rPr>
        <w:t xml:space="preserve"> Вашето писмо под горния номер</w:t>
      </w:r>
      <w:r w:rsidR="006F13B6">
        <w:rPr>
          <w:rFonts w:ascii="Times New Roman" w:hAnsi="Times New Roman"/>
          <w:lang w:val="en-US"/>
        </w:rPr>
        <w:t>,</w:t>
      </w:r>
      <w:r w:rsidRPr="004F34BF">
        <w:rPr>
          <w:rFonts w:ascii="Times New Roman" w:hAnsi="Times New Roman"/>
        </w:rPr>
        <w:t xml:space="preserve"> във връзка с изпратен</w:t>
      </w:r>
      <w:bookmarkStart w:id="0" w:name="_GoBack"/>
      <w:bookmarkEnd w:id="0"/>
      <w:r w:rsidRPr="004F34BF">
        <w:rPr>
          <w:rFonts w:ascii="Times New Roman" w:hAnsi="Times New Roman"/>
        </w:rPr>
        <w:t xml:space="preserve"> за </w:t>
      </w:r>
      <w:r>
        <w:rPr>
          <w:rFonts w:ascii="Times New Roman" w:hAnsi="Times New Roman"/>
        </w:rPr>
        <w:t xml:space="preserve">повторно </w:t>
      </w:r>
      <w:r w:rsidRPr="004F34BF">
        <w:rPr>
          <w:rFonts w:ascii="Times New Roman" w:hAnsi="Times New Roman"/>
        </w:rPr>
        <w:t xml:space="preserve">съгласуване по чл. 26, ал. 3 от Закона за управление на средствата от Европейските фондове при споделено управление и чл. 7 от Наредба № 4 от 22.07.2016 г. проект на Насоки за кандидатстване </w:t>
      </w:r>
      <w:r>
        <w:rPr>
          <w:rFonts w:ascii="Times New Roman" w:hAnsi="Times New Roman"/>
          <w:lang w:val="en-US"/>
        </w:rPr>
        <w:t>(НK/</w:t>
      </w:r>
      <w:r>
        <w:rPr>
          <w:rFonts w:ascii="Times New Roman" w:hAnsi="Times New Roman"/>
        </w:rPr>
        <w:t>Насоки</w:t>
      </w:r>
      <w:r>
        <w:rPr>
          <w:rFonts w:ascii="Times New Roman" w:hAnsi="Times New Roman"/>
          <w:lang w:val="en-US"/>
        </w:rPr>
        <w:t>)</w:t>
      </w:r>
      <w:r>
        <w:rPr>
          <w:rFonts w:ascii="Times New Roman" w:hAnsi="Times New Roman"/>
        </w:rPr>
        <w:t xml:space="preserve"> </w:t>
      </w:r>
      <w:r w:rsidRPr="004F34BF">
        <w:rPr>
          <w:rFonts w:ascii="Times New Roman" w:hAnsi="Times New Roman"/>
        </w:rPr>
        <w:t xml:space="preserve">по процедура BG16FFPR003-4.001 </w:t>
      </w:r>
      <w:r w:rsidRPr="00AA7F2A">
        <w:rPr>
          <w:rFonts w:ascii="Times New Roman" w:hAnsi="Times New Roman"/>
        </w:rPr>
        <w:t xml:space="preserve">„Подкрепа за устойчиво енергийно обновяване на </w:t>
      </w:r>
      <w:proofErr w:type="spellStart"/>
      <w:r w:rsidRPr="00AA7F2A">
        <w:rPr>
          <w:rFonts w:ascii="Times New Roman" w:hAnsi="Times New Roman"/>
        </w:rPr>
        <w:t>многофамилни</w:t>
      </w:r>
      <w:proofErr w:type="spellEnd"/>
      <w:r w:rsidRPr="00AA7F2A">
        <w:rPr>
          <w:rFonts w:ascii="Times New Roman" w:hAnsi="Times New Roman"/>
        </w:rPr>
        <w:t xml:space="preserve"> жилищни сгради, включително справяне с енергийната бедност“,</w:t>
      </w:r>
      <w:r w:rsidRPr="004F34BF">
        <w:rPr>
          <w:rFonts w:ascii="Times New Roman" w:hAnsi="Times New Roman"/>
        </w:rPr>
        <w:t xml:space="preserve"> по </w:t>
      </w:r>
      <w:r>
        <w:rPr>
          <w:rFonts w:ascii="Times New Roman" w:hAnsi="Times New Roman"/>
        </w:rPr>
        <w:t>ПРР 2021-2027</w:t>
      </w:r>
      <w:r w:rsidRPr="004F34BF">
        <w:rPr>
          <w:rFonts w:ascii="Times New Roman" w:hAnsi="Times New Roman"/>
        </w:rPr>
        <w:t>, Ви информираме за следното:</w:t>
      </w:r>
    </w:p>
    <w:p w:rsidR="00737F07" w:rsidRDefault="00737F07" w:rsidP="00737F07">
      <w:pPr>
        <w:pStyle w:val="Header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Изразените от нас бележки и коментари при предходното съгласуване са коректно отразени в Условията за кандидатстване и в</w:t>
      </w:r>
      <w:r w:rsidRPr="00A22097">
        <w:rPr>
          <w:rFonts w:ascii="Times New Roman" w:hAnsi="Times New Roman"/>
        </w:rPr>
        <w:t xml:space="preserve"> Приложение 11</w:t>
      </w:r>
      <w:r>
        <w:rPr>
          <w:rFonts w:ascii="Times New Roman" w:hAnsi="Times New Roman"/>
        </w:rPr>
        <w:t xml:space="preserve"> </w:t>
      </w:r>
      <w:r w:rsidRPr="007A3DDF">
        <w:rPr>
          <w:rFonts w:ascii="Times New Roman" w:hAnsi="Times New Roman"/>
        </w:rPr>
        <w:t xml:space="preserve">„Условия за предоставяне на минимални помощи в съответствие с </w:t>
      </w:r>
      <w:r>
        <w:rPr>
          <w:rFonts w:ascii="Times New Roman" w:hAnsi="Times New Roman"/>
        </w:rPr>
        <w:t>Р</w:t>
      </w:r>
      <w:r w:rsidRPr="007A3DDF">
        <w:rPr>
          <w:rFonts w:ascii="Times New Roman" w:hAnsi="Times New Roman"/>
        </w:rPr>
        <w:t>егламент (ЕС</w:t>
      </w:r>
      <w:r>
        <w:rPr>
          <w:rFonts w:ascii="Times New Roman" w:hAnsi="Times New Roman"/>
        </w:rPr>
        <w:t xml:space="preserve">) 2023/2831“. </w:t>
      </w:r>
    </w:p>
    <w:p w:rsidR="00E7009E" w:rsidRDefault="00737F07" w:rsidP="00737F07">
      <w:pPr>
        <w:pStyle w:val="Header"/>
        <w:tabs>
          <w:tab w:val="clear" w:pos="4153"/>
          <w:tab w:val="clear" w:pos="8306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Нямаме допълнителни бележки и предложения, като считаме, че мярката съдържа необходимите условия и позовавания за правомерно предоставяне на минимална помощ.</w:t>
      </w:r>
    </w:p>
    <w:p w:rsidR="00737F07" w:rsidRDefault="00737F07" w:rsidP="00737F07">
      <w:pPr>
        <w:pStyle w:val="Header"/>
        <w:tabs>
          <w:tab w:val="clear" w:pos="4153"/>
          <w:tab w:val="clear" w:pos="8306"/>
        </w:tabs>
        <w:spacing w:after="0" w:line="240" w:lineRule="auto"/>
      </w:pPr>
    </w:p>
    <w:p w:rsidR="00396C99" w:rsidRDefault="006F13B6" w:rsidP="00737F07">
      <w:pPr>
        <w:pStyle w:val="Header"/>
        <w:tabs>
          <w:tab w:val="clear" w:pos="4153"/>
          <w:tab w:val="clear" w:pos="8306"/>
        </w:tabs>
        <w:spacing w:after="0" w:line="240" w:lineRule="auto"/>
        <w:ind w:left="288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13E734FB-FBE5-4028-9836-1C5C5BE0BDEF}" provid="{00000000-0000-0000-0000-000000000000}" o:suggestedsigner="ЛЮДМИЛА ПЕТКОВА" issignatureline="t"/>
          </v:shape>
        </w:pict>
      </w:r>
    </w:p>
    <w:p w:rsidR="00DE62E6" w:rsidRPr="00DA2CBA" w:rsidRDefault="00DE62E6" w:rsidP="00DA2CBA">
      <w:pPr>
        <w:pStyle w:val="Header"/>
        <w:tabs>
          <w:tab w:val="clear" w:pos="4153"/>
          <w:tab w:val="clear" w:pos="8306"/>
        </w:tabs>
        <w:spacing w:after="0" w:line="240" w:lineRule="auto"/>
        <w:ind w:left="3600" w:firstLine="0"/>
        <w:jc w:val="left"/>
        <w:rPr>
          <w:rFonts w:ascii="Times New Roman" w:hAnsi="Times New Roman"/>
        </w:rPr>
      </w:pPr>
      <w:r w:rsidRPr="00DA2CBA">
        <w:rPr>
          <w:rFonts w:ascii="Times New Roman" w:hAnsi="Times New Roman"/>
        </w:rPr>
        <w:t xml:space="preserve">ЗАМЕСТНИК МИНИСТЪР-ПРЕДСЕДАТЕЛ </w:t>
      </w:r>
      <w:r w:rsidR="00DA2CBA">
        <w:rPr>
          <w:rFonts w:ascii="Times New Roman" w:hAnsi="Times New Roman"/>
        </w:rPr>
        <w:t>И</w:t>
      </w:r>
    </w:p>
    <w:p w:rsidR="00396C99" w:rsidRDefault="00DE62E6" w:rsidP="00737F07">
      <w:pPr>
        <w:pStyle w:val="Header"/>
        <w:tabs>
          <w:tab w:val="clear" w:pos="4153"/>
          <w:tab w:val="clear" w:pos="8306"/>
        </w:tabs>
        <w:spacing w:after="0" w:line="240" w:lineRule="auto"/>
        <w:ind w:left="3261" w:firstLine="339"/>
        <w:jc w:val="left"/>
      </w:pPr>
      <w:r w:rsidRPr="00DA2CBA">
        <w:rPr>
          <w:rFonts w:ascii="Times New Roman" w:hAnsi="Times New Roman"/>
        </w:rPr>
        <w:t>МИНИСТЪР НА ФИНАНСИТЕ</w:t>
      </w:r>
    </w:p>
    <w:sectPr w:rsidR="00396C99">
      <w:headerReference w:type="first" r:id="rId8"/>
      <w:footerReference w:type="first" r:id="rId9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F07" w:rsidRDefault="00737F07">
      <w:r>
        <w:separator/>
      </w:r>
    </w:p>
  </w:endnote>
  <w:endnote w:type="continuationSeparator" w:id="0">
    <w:p w:rsidR="00737F07" w:rsidRDefault="0073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AD00FE">
    <w:pPr>
      <w:pStyle w:val="Footer"/>
      <w:tabs>
        <w:tab w:val="clear" w:pos="4153"/>
        <w:tab w:val="clear" w:pos="8306"/>
        <w:tab w:val="center" w:pos="5358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>
      <w:rPr>
        <w:rFonts w:ascii="Times New Roman CYR" w:hAnsi="Times New Roman CYR"/>
        <w:b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-542925</wp:posOffset>
              </wp:positionH>
              <wp:positionV relativeFrom="paragraph">
                <wp:posOffset>81915</wp:posOffset>
              </wp:positionV>
              <wp:extent cx="68770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770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9F1DC8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.75pt,6.45pt" to="498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e8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" o:allowincell="f"/>
          </w:pict>
        </mc:Fallback>
      </mc:AlternateConten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София</w:t>
    </w:r>
    <w:r>
      <w:rPr>
        <w:rFonts w:ascii="Times New Roman CYR" w:hAnsi="Times New Roman CYR"/>
        <w:b/>
        <w:color w:val="000000"/>
        <w:sz w:val="16"/>
      </w:rPr>
      <w:t xml:space="preserve"> -</w:t>
    </w:r>
    <w:r w:rsidRPr="00E7009E">
      <w:rPr>
        <w:rFonts w:ascii="Times New Roman CYR" w:hAnsi="Times New Roman CYR"/>
        <w:b/>
        <w:color w:val="000000"/>
        <w:sz w:val="16"/>
      </w:rPr>
      <w:t xml:space="preserve"> 1040</w:t>
    </w:r>
    <w:r w:rsidRPr="00E7009E">
      <w:rPr>
        <w:rFonts w:ascii="Times New Roman CYR" w:hAnsi="Times New Roman CYR"/>
        <w:b/>
        <w:color w:val="000000"/>
        <w:sz w:val="16"/>
      </w:rPr>
      <w:tab/>
      <w:t xml:space="preserve"> тел. централа: 9859 1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 xml:space="preserve"> 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@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Pr="00E7009E" w:rsidRDefault="0099644D">
    <w:pPr>
      <w:pStyle w:val="Footer"/>
      <w:tabs>
        <w:tab w:val="clear" w:pos="4153"/>
        <w:tab w:val="clear" w:pos="8306"/>
        <w:tab w:val="center" w:pos="4617"/>
        <w:tab w:val="right" w:pos="9923"/>
      </w:tabs>
      <w:spacing w:after="0" w:line="240" w:lineRule="auto"/>
      <w:ind w:left="-855" w:firstLine="0"/>
      <w:jc w:val="left"/>
      <w:rPr>
        <w:rFonts w:ascii="Times New Roman CYR" w:hAnsi="Times New Roman CYR"/>
        <w:b/>
        <w:color w:val="000000"/>
        <w:sz w:val="16"/>
      </w:rPr>
    </w:pPr>
    <w:r w:rsidRPr="00E7009E">
      <w:rPr>
        <w:rFonts w:ascii="Times New Roman CYR" w:hAnsi="Times New Roman CYR"/>
        <w:b/>
        <w:color w:val="000000"/>
        <w:sz w:val="16"/>
      </w:rPr>
      <w:t>ул.</w:t>
    </w:r>
    <w:r>
      <w:rPr>
        <w:rFonts w:ascii="Times New Roman CYR" w:hAnsi="Times New Roman CYR"/>
        <w:b/>
        <w:color w:val="000000"/>
        <w:sz w:val="16"/>
      </w:rPr>
      <w:t xml:space="preserve"> </w:t>
    </w:r>
    <w:r w:rsidRPr="00E7009E">
      <w:rPr>
        <w:rFonts w:ascii="Times New Roman CYR" w:hAnsi="Times New Roman CYR"/>
        <w:b/>
        <w:color w:val="000000"/>
        <w:sz w:val="16"/>
      </w:rPr>
      <w:t>”</w:t>
    </w:r>
    <w:proofErr w:type="spellStart"/>
    <w:r w:rsidRPr="00E7009E">
      <w:rPr>
        <w:rFonts w:ascii="Times New Roman CYR" w:hAnsi="Times New Roman CYR"/>
        <w:b/>
        <w:color w:val="000000"/>
        <w:sz w:val="16"/>
      </w:rPr>
      <w:t>Г.С.Раковски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” № 102</w:t>
    </w:r>
    <w:r>
      <w:rPr>
        <w:rFonts w:ascii="Times New Roman CYR" w:hAnsi="Times New Roman CYR"/>
        <w:b/>
        <w:color w:val="000000"/>
        <w:sz w:val="16"/>
      </w:rPr>
      <w:tab/>
    </w:r>
    <w:r w:rsidRPr="00E7009E">
      <w:rPr>
        <w:rFonts w:ascii="Times New Roman CYR" w:hAnsi="Times New Roman CYR"/>
        <w:b/>
        <w:color w:val="000000"/>
        <w:sz w:val="16"/>
      </w:rPr>
      <w:t>факс: 980 68 63</w:t>
    </w:r>
    <w:r>
      <w:rPr>
        <w:rFonts w:ascii="Times New Roman CYR" w:hAnsi="Times New Roman CYR"/>
        <w:b/>
        <w:color w:val="000000"/>
        <w:sz w:val="16"/>
      </w:rPr>
      <w:tab/>
    </w:r>
    <w:r>
      <w:rPr>
        <w:rFonts w:ascii="Times New Roman" w:hAnsi="Times New Roman"/>
        <w:b/>
        <w:color w:val="000000"/>
        <w:sz w:val="16"/>
        <w:lang w:val="en-US"/>
      </w:rPr>
      <w:t>www</w:t>
    </w:r>
    <w:r w:rsidRPr="00E7009E">
      <w:rPr>
        <w:rFonts w:ascii="Times New Roman" w:hAnsi="Times New Roman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minfin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>.</w:t>
    </w:r>
    <w:proofErr w:type="spellStart"/>
    <w:r>
      <w:rPr>
        <w:rFonts w:ascii="Times New Roman CYR" w:hAnsi="Times New Roman CYR"/>
        <w:b/>
        <w:color w:val="000000"/>
        <w:sz w:val="16"/>
        <w:lang w:val="en-US"/>
      </w:rPr>
      <w:t>bg</w:t>
    </w:r>
    <w:proofErr w:type="spellEnd"/>
    <w:r w:rsidRPr="00E7009E">
      <w:rPr>
        <w:rFonts w:ascii="Times New Roman CYR" w:hAnsi="Times New Roman CYR"/>
        <w:b/>
        <w:color w:val="000000"/>
        <w:sz w:val="16"/>
      </w:rPr>
      <w:t xml:space="preserve"> </w:t>
    </w:r>
  </w:p>
  <w:p w:rsidR="0099644D" w:rsidRDefault="0099644D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  <w:r w:rsidRPr="00E7009E">
      <w:rPr>
        <w:rFonts w:ascii="Times New Roman CYR" w:hAnsi="Times New Roman CYR"/>
        <w:b/>
        <w:color w:val="000000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F07" w:rsidRDefault="00737F07">
      <w:r>
        <w:separator/>
      </w:r>
    </w:p>
  </w:footnote>
  <w:footnote w:type="continuationSeparator" w:id="0">
    <w:p w:rsidR="00737F07" w:rsidRDefault="00737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44D" w:rsidRDefault="00AD00FE">
    <w:pPr>
      <w:pStyle w:val="Header"/>
      <w:ind w:left="-456" w:firstLine="0"/>
      <w:rPr>
        <w:rFonts w:ascii="Times New Roman CYR" w:hAnsi="Times New Roman CYR"/>
        <w:color w:val="000000"/>
        <w:sz w:val="28"/>
      </w:rPr>
    </w:pP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-321945</wp:posOffset>
              </wp:positionH>
              <wp:positionV relativeFrom="paragraph">
                <wp:posOffset>934720</wp:posOffset>
              </wp:positionV>
              <wp:extent cx="6448425" cy="1905"/>
              <wp:effectExtent l="0" t="0" r="0" b="0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48425" cy="1905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D780E7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73.6pt" to="482.4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-325755</wp:posOffset>
              </wp:positionH>
              <wp:positionV relativeFrom="paragraph">
                <wp:posOffset>964565</wp:posOffset>
              </wp:positionV>
              <wp:extent cx="6446520" cy="0"/>
              <wp:effectExtent l="0" t="0" r="0" b="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0"/>
                      </a:xfrm>
                      <a:prstGeom prst="line">
                        <a:avLst/>
                      </a:prstGeom>
                      <a:noFill/>
                      <a:ln w="190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170FFA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65pt,75.95pt" to="481.95pt,7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hr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" o:allowincell="f" strokeweight=".15pt"/>
          </w:pict>
        </mc:Fallback>
      </mc:AlternateContent>
    </w:r>
    <w:r>
      <w:rPr>
        <w:rFonts w:ascii="Times New Roman CYR" w:hAnsi="Times New Roman CYR"/>
        <w:noProof/>
        <w:color w:val="000000"/>
        <w:sz w:val="20"/>
        <w:lang w:eastAsia="bg-BG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977265</wp:posOffset>
              </wp:positionH>
              <wp:positionV relativeFrom="paragraph">
                <wp:posOffset>173355</wp:posOffset>
              </wp:positionV>
              <wp:extent cx="5284470" cy="76771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767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jc w:val="left"/>
                            <w:rPr>
                              <w:rFonts w:ascii="Times New Roman" w:hAnsi="Times New Roman"/>
                              <w:sz w:val="28"/>
                              <w:lang w:val="bg-BG"/>
                            </w:rPr>
                          </w:pPr>
                          <w:r>
                            <w:rPr>
                              <w:lang w:val="bg-BG"/>
                            </w:rPr>
                            <w:tab/>
                          </w:r>
                          <w:r w:rsidR="00077B1C">
                            <w:rPr>
                              <w:rFonts w:ascii="Times New Roman" w:hAnsi="Times New Roman"/>
                              <w:sz w:val="28"/>
                            </w:rPr>
                            <w:t xml:space="preserve">РЕПУБЛИКА </w:t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>БЪЛГАРИЯ</w:t>
                          </w:r>
                        </w:p>
                        <w:p w:rsidR="0099644D" w:rsidRDefault="0099644D">
                          <w:pPr>
                            <w:pStyle w:val="Heading1"/>
                            <w:tabs>
                              <w:tab w:val="center" w:pos="3705"/>
                            </w:tabs>
                            <w:spacing w:before="240"/>
                            <w:jc w:val="left"/>
                            <w:rPr>
                              <w:spacing w:val="32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pacing w:val="32"/>
                              <w:sz w:val="32"/>
                              <w:lang w:val="bg-BG"/>
                            </w:rPr>
                            <w:tab/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МИНИСТЕРСТВО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НА</w:t>
                          </w:r>
                          <w:r>
                            <w:rPr>
                              <w:rFonts w:ascii="Times New Roman" w:hAnsi="Times New Roman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pacing w:val="32"/>
                              <w:sz w:val="28"/>
                            </w:rPr>
                            <w:t>ФИНАНСИТЕ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.95pt;margin-top:13.65pt;width:416.1pt;height:6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" o:allowincell="f" filled="f" stroked="f">
              <v:textbox>
                <w:txbxContent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jc w:val="left"/>
                      <w:rPr>
                        <w:rFonts w:ascii="Times New Roman" w:hAnsi="Times New Roman"/>
                        <w:sz w:val="28"/>
                        <w:lang w:val="bg-BG"/>
                      </w:rPr>
                    </w:pPr>
                    <w:r>
                      <w:rPr>
                        <w:lang w:val="bg-BG"/>
                      </w:rPr>
                      <w:tab/>
                    </w:r>
                    <w:r w:rsidR="00077B1C">
                      <w:rPr>
                        <w:rFonts w:ascii="Times New Roman" w:hAnsi="Times New Roman"/>
                        <w:sz w:val="28"/>
                      </w:rPr>
                      <w:t xml:space="preserve">РЕПУБЛИКА </w:t>
                    </w:r>
                    <w:r>
                      <w:rPr>
                        <w:rFonts w:ascii="Times New Roman" w:hAnsi="Times New Roman"/>
                        <w:sz w:val="28"/>
                      </w:rPr>
                      <w:t>БЪЛГАРИЯ</w:t>
                    </w:r>
                  </w:p>
                  <w:p w:rsidR="0099644D" w:rsidRDefault="0099644D">
                    <w:pPr>
                      <w:pStyle w:val="Heading1"/>
                      <w:tabs>
                        <w:tab w:val="center" w:pos="3705"/>
                      </w:tabs>
                      <w:spacing w:before="240"/>
                      <w:jc w:val="left"/>
                      <w:rPr>
                        <w:spacing w:val="32"/>
                        <w:sz w:val="28"/>
                      </w:rPr>
                    </w:pPr>
                    <w:r>
                      <w:rPr>
                        <w:rFonts w:ascii="Times New Roman" w:hAnsi="Times New Roman"/>
                        <w:spacing w:val="32"/>
                        <w:sz w:val="32"/>
                        <w:lang w:val="bg-BG"/>
                      </w:rPr>
                      <w:tab/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МИНИСТЕРСТВО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pacing w:val="32"/>
                        <w:sz w:val="28"/>
                      </w:rPr>
                      <w:t>ФИНАНСИТЕ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 CYR" w:hAnsi="Times New Roman CYR"/>
        <w:noProof/>
        <w:color w:val="000000"/>
        <w:sz w:val="28"/>
        <w:lang w:eastAsia="bg-BG"/>
      </w:rPr>
      <w:drawing>
        <wp:inline distT="0" distB="0" distL="0" distR="0">
          <wp:extent cx="990600" cy="8445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44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9644D" w:rsidRDefault="006F13B6" w:rsidP="001E5496">
    <w:pPr>
      <w:autoSpaceDE w:val="0"/>
      <w:autoSpaceDN w:val="0"/>
      <w:adjustRightInd w:val="0"/>
      <w:spacing w:before="240" w:after="0" w:line="240" w:lineRule="auto"/>
      <w:ind w:left="-741" w:firstLine="285"/>
      <w:jc w:val="left"/>
      <w:rPr>
        <w:rFonts w:ascii="Times New Roman CYR" w:hAnsi="Times New Roman CYR"/>
        <w:color w:val="000000"/>
        <w:sz w:val="22"/>
      </w:rPr>
    </w:pPr>
    <w:r>
      <w:rPr>
        <w:rFonts w:ascii="Times New Roman CYR" w:hAnsi="Times New Roman CYR"/>
        <w:color w:val="000000"/>
        <w:sz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Microsoft Office Signature Line..." style="width:192pt;height:96pt">
          <v:imagedata r:id="rId2" o:title=""/>
          <o:lock v:ext="edit" ungrouping="t" rotation="t" cropping="t" verticies="t" text="t" grouping="t"/>
          <o:signatureline v:ext="edit" id="{C411B9C7-1979-4FEC-80C4-A56FB2900280}" provid="{00000000-0000-0000-0000-000000000000}" o:suggestedsigner="Изх. №" o:suggestedsigner2="София" issignatureline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F07"/>
    <w:rsid w:val="00054917"/>
    <w:rsid w:val="00077B1C"/>
    <w:rsid w:val="00192619"/>
    <w:rsid w:val="001E5496"/>
    <w:rsid w:val="0023095B"/>
    <w:rsid w:val="00247DFC"/>
    <w:rsid w:val="0027100B"/>
    <w:rsid w:val="00313832"/>
    <w:rsid w:val="00352A0C"/>
    <w:rsid w:val="00396C99"/>
    <w:rsid w:val="00485DC6"/>
    <w:rsid w:val="004C3769"/>
    <w:rsid w:val="004D4E72"/>
    <w:rsid w:val="00565AFA"/>
    <w:rsid w:val="00634850"/>
    <w:rsid w:val="006674AD"/>
    <w:rsid w:val="006752CB"/>
    <w:rsid w:val="006E374E"/>
    <w:rsid w:val="006F13B6"/>
    <w:rsid w:val="00737F07"/>
    <w:rsid w:val="008A3C0D"/>
    <w:rsid w:val="00955888"/>
    <w:rsid w:val="0099644D"/>
    <w:rsid w:val="00A060A3"/>
    <w:rsid w:val="00A861C8"/>
    <w:rsid w:val="00A86B50"/>
    <w:rsid w:val="00AC1EB0"/>
    <w:rsid w:val="00AD00FE"/>
    <w:rsid w:val="00B11F8B"/>
    <w:rsid w:val="00B21FB2"/>
    <w:rsid w:val="00C25071"/>
    <w:rsid w:val="00DA2CBA"/>
    <w:rsid w:val="00DC468C"/>
    <w:rsid w:val="00DE62E6"/>
    <w:rsid w:val="00E7009E"/>
    <w:rsid w:val="00F42A42"/>
    <w:rsid w:val="00F5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40B2E9"/>
  <w15:chartTrackingRefBased/>
  <w15:docId w15:val="{EB065C74-E53D-461A-9A56-AEA2F5275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 w:line="360" w:lineRule="auto"/>
      <w:ind w:firstLine="720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ind w:firstLine="5040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396C99"/>
    <w:pPr>
      <w:spacing w:after="0" w:line="240" w:lineRule="auto"/>
      <w:ind w:firstLine="1530"/>
    </w:pPr>
    <w:rPr>
      <w:rFonts w:ascii="Times New Roman" w:hAnsi="Times New Roman"/>
      <w:sz w:val="28"/>
    </w:rPr>
  </w:style>
  <w:style w:type="character" w:customStyle="1" w:styleId="HeaderChar">
    <w:name w:val="Header Char"/>
    <w:link w:val="Header"/>
    <w:rsid w:val="00DE62E6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&#1041;&#1051;&#1040;&#1053;&#1050;&#1048;\&#1041;&#1083;&#1072;&#1085;&#1082;&#1072;%20&#1085;&#1072;%20&#1052;&#1048;&#1053;&#1048;&#1057;&#1058;&#1066;&#1056;%20&#1050;&#1059;&#1045;&#105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/Relationships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B0Li+SUN0UscpPb50NCWWEJS1uOvfzXGliJU5qcHuKE=</DigestValue>
    </Reference>
    <Reference Type="http://www.w3.org/2000/09/xmldsig#Object" URI="#idOfficeObject">
      <DigestMethod Algorithm="http://www.w3.org/2001/04/xmlenc#sha256"/>
      <DigestValue>jdUYX56VpPrTp0VFo8xUw9l6Tgu4GOuiJZNSY3Mafgo=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L+gyphzSA/WeJAfVVHdsqAfp1pZ5U1LUurb8PEGlLoA=</DigestValue>
    </Reference>
    <Reference Type="http://www.w3.org/2000/09/xmldsig#Object" URI="#idValidSigLnImg">
      <DigestMethod Algorithm="http://www.w3.org/2001/04/xmlenc#sha256"/>
      <DigestValue>0l6UmzwJ0OFcQWKaYR/m4jwB7CnROjAfDUu/sdCEf5Q=</DigestValue>
    </Reference>
    <Reference Type="http://www.w3.org/2000/09/xmldsig#Object" URI="#idInvalidSigLnImg">
      <DigestMethod Algorithm="http://www.w3.org/2001/04/xmlenc#sha256"/>
      <DigestValue>N86CnlZhs32y07/mw9tjI7mbUm5XnwRQKuI+cbit3DU=</DigestValue>
    </Reference>
  </SignedInfo>
  <SignatureValue>kj8oAo5j6FiWlANPpnytnRnWjOd0t5EKcSyZJ+OnwGZ8TV+CVXwxe4ZO+tHhUyuKSFfR6Ud9ZRxz
96ShRXsbCfXeP3W4yN0oYv8+Z6TpPzSwk1d9pJAa+BbQszQDYf6jidltkkKMQxaCRXchL62e3CS4
RAuAuYbfYqdSlZfNr/GwR7Tfg3K5GUK/rtX9thziPS18ptVzSouRyedlLpGHM6ParlqUV/Lg6Fli
lPVfU+T6nsuGNn+qbXyQom5P+HYMIr2uyc37TtobkC5NLAdqkAXuGpEt8OntMutVDyIB2gNEwcLB
J5M3Ka9m0z9ml8a/oKvAzjP1y3EaZas9w6HFZg==</SignatureValue>
  <KeyInfo>
    <X509Data>
      <X509Certificate>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1XcLdsRWqk8EqJvfWdrSI8oJjVgKGqayvqcn/LBNdQc=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MwFUkDU3PkFQicFdxX0cYSUtQUTNjeYIlLyw+ZesUVo=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si26m9CvaY4OFBDTcuineTq1iLC1ceFBkDtY2DW30I0=</DigestValue>
      </Reference>
      <Reference URI="/word/document.xml?ContentType=application/vnd.openxmlformats-officedocument.wordprocessingml.document.main+xml">
        <DigestMethod Algorithm="http://www.w3.org/2001/04/xmlenc#sha256"/>
        <DigestValue>1dHej6Jaajjr7ChQ9oR6yUxr7wmiN083yInqpOBnNZo=</DigestValue>
      </Reference>
      <Reference URI="/word/endnotes.xml?ContentType=application/vnd.openxmlformats-officedocument.wordprocessingml.endnotes+xml">
        <DigestMethod Algorithm="http://www.w3.org/2001/04/xmlenc#sha256"/>
        <DigestValue>JPHH2RzapnzNx3QEH1kFNkbbcT7aFiNX6uEL3NxKwN0=</DigestValue>
      </Reference>
      <Reference URI="/word/fontTable.xml?ContentType=application/vnd.openxmlformats-officedocument.wordprocessingml.fontTable+xml">
        <DigestMethod Algorithm="http://www.w3.org/2001/04/xmlenc#sha256"/>
        <DigestValue>vvfd2Dq0MI/0Y48G7DNwzMKgT1DQt7rBCA6Oo+lMasM=</DigestValue>
      </Reference>
      <Reference URI="/word/footer1.xml?ContentType=application/vnd.openxmlformats-officedocument.wordprocessingml.footer+xml">
        <DigestMethod Algorithm="http://www.w3.org/2001/04/xmlenc#sha256"/>
        <DigestValue>SgRFqSNmHhatITjCe8SyPyGhN1B0WJeRLJBee/NDb5A=</DigestValue>
      </Reference>
      <Reference URI="/word/footnotes.xml?ContentType=application/vnd.openxmlformats-officedocument.wordprocessingml.footnotes+xml">
        <DigestMethod Algorithm="http://www.w3.org/2001/04/xmlenc#sha256"/>
        <DigestValue>BIUxKb1xZ/2TadMU7wU9k90AInLCjy368ZxJzYaUCuc=</DigestValue>
      </Reference>
      <Reference URI="/word/header1.xml?ContentType=application/vnd.openxmlformats-officedocument.wordprocessingml.header+xml">
        <DigestMethod Algorithm="http://www.w3.org/2001/04/xmlenc#sha256"/>
        <DigestValue>o6V0vqvnLL5ApVuXk1fMcskaCLb3JKLwbUzezISP70I=</DigestValue>
      </Reference>
      <Reference URI="/word/media/image1.emf?ContentType=image/x-emf">
        <DigestMethod Algorithm="http://www.w3.org/2001/04/xmlenc#sha256"/>
        <DigestValue>ea2f1+eBfaY77pR25oFKtifiDavQgQ+ssBMn5HlEG8A=</DigestValue>
      </Reference>
      <Reference URI="/word/media/image2.wmf?ContentType=image/x-wmf">
        <DigestMethod Algorithm="http://www.w3.org/2001/04/xmlenc#sha256"/>
        <DigestValue>t1nxi45MZe8Cflpp3x/ZTnqshlYHGmxX39xgCI+ia6Q=</DigestValue>
      </Reference>
      <Reference URI="/word/media/image3.emf?ContentType=image/x-emf">
        <DigestMethod Algorithm="http://www.w3.org/2001/04/xmlenc#sha256"/>
        <DigestValue>79kvGm1QUzXgyGQ4hGJyNoXQKLvDeRXPrD4S0BY4Pqo=</DigestValue>
      </Reference>
      <Reference URI="/word/settings.xml?ContentType=application/vnd.openxmlformats-officedocument.wordprocessingml.settings+xml">
        <DigestMethod Algorithm="http://www.w3.org/2001/04/xmlenc#sha256"/>
        <DigestValue>R9rtxAknQokIvDyihOnyp2WEHbMPrgnCJe3Er9GZJhs=</DigestValue>
      </Reference>
      <Reference URI="/word/styles.xml?ContentType=application/vnd.openxmlformats-officedocument.wordprocessingml.styles+xml">
        <DigestMethod Algorithm="http://www.w3.org/2001/04/xmlenc#sha256"/>
        <DigestValue>Aey7xpSuvNAbAlR7b+GrCLZEA6BsF6rkfAbGQy1f7vE=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D0lo86WqO+xRG2g/Y8mXjCZgyCDqojQ+FM84+Ns9sNk=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2024-05-31T06:24:12Z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{13E734FB-FBE5-4028-9836-1C5C5BE0BDEF}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2024-05-31T06:24:12Z</xd:SigningTime>
          <xd:SigningCertificate>
            <xd:Cert>
              <xd:CertDigest>
                <DigestMethod Algorithm="http://www.w3.org/2001/04/xmlenc#sha256"/>
                <DigestValue>kcHZ/4q5rtzIBHvxbu1GitvXUv37Mbimo6uV/HDvSUs=</DigestValue>
              </xd:CertDigest>
              <xd:IssuerSerial>
                <X509IssuerName>C=BG, L=Sofia, O=Information Services JSC, OID.2.5.4.97=NTRBG-831641791, CN=StampIT Global Qualified CA</X509IssuerName>
                <X509SerialNumber>8235294166379221145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AjGwAAkQ0AACBFTUYAAAEAKBoAAKIAAAAGAAAAAAAAAAAAAAAAAAAAgAcAADgEAAAJAgAAJQEAAAAAAAAAAAAAAAAAACjzBwCIe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qQL3gAQAAEECfHfl/AAAJAAAAAQAAANBuSh35fwAAAAAAAAAAAACHpE3J+H8AAPDsP73gAQAAAAAKAAAAAAAAAAAAAAAAAAAAAAAAAAAAO1wMAMkkAAD0h0bJ+H8AAIB8f2yHAAAAAAAAAAAAAACg3zLF4AEAAGB+f2wAAAAA8N1EyuABAAAHAAAAAAAAAPDdRMrgAQAAnH1/bIcAAADwfX9shwAAANHNIB35fwAAAAAAAAAAAAAAAAAAAAAAAAAAAAAAAAAAa7ibH/l/AACg3zLF4AEAAKsyJB35fwAAQH1/bIcAAADwfX9sh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GAAAAAAAAAA0G5KHfl/AAAAAAAAAAAAAAAAAAAAAAAAAAA+veABAAAsOJsf+X8AAAAAAAAAAAAAAAAAAAAAAAB7XwwAySQAAGAAAAAAAAAAMAAAAAAAAAAAAAAAAAAAAKDfMsXgAQAAuH1/bAAAAADg////AAAAAAYAAAAAAAAAAgAAAAAAAADcfH9shwAAADB9f2yHAAAA0c0gHfl/AAAAAAAAAAAAAFDrWB0AAAAAAAAAAAAAAABAtje94AEAAKDfMsXgAQAAqzIkHfl/AACAfH9shwAAADB9f2yHAAAAAAAAAAAAAAAAAAAAZHYACAAAAAAlAAAADAAAAAMAAAAYAAAADAAAAAAAAAISAAAADAAAAAEAAAAWAAAADAAAAAgAAABUAAAAVAAAAAoAAAAnAAAAHgAAAEoAAAABAAAAVRXZQXsJ2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BAAAAAAAAAAAAN73gAQAA0G7h6+ABAADQbkod+X8AAAAAAAAAAAAAoVubH/l/AAAAAD694AEAAJCxt8vgAQAAAAAAAAAAAAAAAAAAAAAAAItdDADJJAAAAgAAAIcAAACQsbfL4AEAAAAAAAAAAAAAoN8yxeABAAAIf39sAAAAAPD///8AAAAACQAAAAAAAAADAAAAAAAAACx+f2yHAAAAgH5/bIcAAADRzSAd+X8AAAAAAAAAAAAAUOtYHQAAAAAAAAAAAAAAAPDdRMrgAQAAoN8yxeABAACrMiQd+X8AANB9f2yHAAAAgH5/bIcAAABQWWLK4AEAAAAAAABkdgAIAAAAACUAAAAMAAAABAAAABgAAAAMAAAAAAAAAhIAAAAMAAAAAQAAAB4AAAAYAAAAKQAAADMAAAAvAAAASAAAACUAAAAMAAAABAAAAFQAAABUAAAAKgAAADMAAAAtAAAARwAAAAEAAABVFdlBewnZ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2AAAAXAAAAAEAAABVFdlBewnZQQoAAABQAAAADwAAAEwAAAAAAAAAAAAAAAAAAAD//////////2wAAAAbBC4EFAQcBBgEGwQQBCAAHwQVBCIEGgQeBBIEEAQAAAcAAAALAAAACAAAAAoAAAAIAAAABwAAAAcAAAADAAAACAAAAAYAAAAGAAAABgAAAAk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</Object>
  <Object Id="idInvalidSigLnImg">AQAAAGwAAAAAAAAAAAAAAP8AAAB/AAAAAAAAAAAAAAAjGwAAkQ0AACBFTUYAAAEAxB0AAKgAAAAGAAAAAAAAAAAAAAAAAAAAgAcAADgEAAAJAgAAJQEAAAAAAAAAAAAAAAAAACjzBwCIe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4fwAAh6RNyfh/AAAKAAsAAAAAANBuSh35fwAAAAAAAAAAAACspE3J+H8AAAAAAAAAAAAAEGxPH/l/AAAAAAAAAAAAAAAAAAAAAAAAW4cMAMkkAADTZ4jG+H8AAEgAAADgAQAAAAAAAAAAAACg3zLF4AEAANilf2wAAAAA9f///wAAAAAJAAAAAAAAAAAAAAAAAAAA/KR/bIcAAABQpX9shwAAANHNIB35fwAAAAAAAAAAAAAAAAAAAAAAAKDfMsXgAQAA2KV/bIcAAACg3zLF4AEAAKsyJB35fwAAoKR/bIcAAABQpX9shwAAAAAAAAAAAAAAAAAAAGR2AAgAAAAAJQAAAAwAAAABAAAAGAAAAAwAAAD/AAACEgAAAAwAAAABAAAAHgAAABgAAAAiAAAABAAAAHoAAAARAAAAJQAAAAwAAAABAAAAVAAAALQAAAAjAAAABAAAAHgAAAAQAAAAAQAAAFUV2UF7Cdl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qQL3gAQAAEECfHfl/AAAJAAAAAQAAANBuSh35fwAAAAAAAAAAAACHpE3J+H8AAPDsP73gAQAAAAAKAAAAAAAAAAAAAAAAAAAAAAAAAAAAO1wMAMkkAAD0h0bJ+H8AAIB8f2yHAAAAAAAAAAAAAACg3zLF4AEAAGB+f2wAAAAA8N1EyuABAAAHAAAAAAAAAPDdRMrgAQAAnH1/bIcAAADwfX9shwAAANHNIB35fwAAAAAAAAAAAAAAAAAAAAAAAAAAAAAAAAAAa7ibH/l/AACg3zLF4AEAAKsyJB35fwAAQH1/bIcAAADwfX9sh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GAAAAAAAAAA0G5KHfl/AAAAAAAAAAAAAAAAAAAAAAAAAAA+veABAAAsOJsf+X8AAAAAAAAAAAAAAAAAAAAAAAB7XwwAySQAAGAAAAAAAAAAMAAAAAAAAAAAAAAAAAAAAKDfMsXgAQAAuH1/bAAAAADg////AAAAAAYAAAAAAAAAAgAAAAAAAADcfH9shwAAADB9f2yHAAAA0c0gHfl/AAAAAAAAAAAAAFDrWB0AAAAAAAAAAAAAAABAtje94AEAAKDfMsXgAQAAqzIkHfl/AACAfH9shwAAADB9f2yHAAAAAAAAAAAAAAAAAAAAZHYACAAAAAAlAAAADAAAAAMAAAAYAAAADAAAAAAAAAISAAAADAAAAAEAAAAWAAAADAAAAAgAAABUAAAAVAAAAAoAAAAnAAAAHgAAAEoAAAABAAAAVRXZQXsJ2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BAAAAAAAAAAAAN73gAQAA0G7h6+ABAADQbkod+X8AAAAAAAAAAAAAoVubH/l/AAAAAD694AEAAJCxt8vgAQAAAAAAAAAAAAAAAAAAAAAAAItdDADJJAAAAgAAAIcAAACQsbfL4AEAAAAAAAAAAAAAoN8yxeABAAAIf39sAAAAAPD///8AAAAACQAAAAAAAAADAAAAAAAAACx+f2yHAAAAgH5/bIcAAADRzSAd+X8AAAAAAAAAAAAAUOtYHQAAAAAAAAAAAAAAAPDdRMrgAQAAoN8yxeABAACrMiQd+X8AANB9f2yHAAAAgH5/bIcAAABQWWLK4AEAAAAAAABkdgAIAAAAACUAAAAMAAAABAAAABgAAAAMAAAAAAAAAhIAAAAMAAAAAQAAAB4AAAAYAAAAKQAAADMAAAAvAAAASAAAACUAAAAMAAAABAAAAFQAAABUAAAAKgAAADMAAAAtAAAARwAAAAEAAABVFdlBewnZ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oAAAACgAAAFAAAAB2AAAAXAAAAAEAAABVFdlBewnZQQoAAABQAAAADwAAAEwAAAAAAAAAAAAAAAAAAAD//////////2wAAAAbBC4EFAQcBBgEGwQQBCAAHwQVBCIEGgQeBBIEEAQAAAcAAAALAAAACAAAAAoAAAAIAAAABwAAAAcAAAADAAAACAAAAAYAAAAGAAAABgAAAAkAAAAGAAAABw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nNzm2Ffe3kbiGwa53BmNJk5FDzaR2fvka9ffwaJg600=</DigestValue>
    </Reference>
    <Reference Type="http://www.w3.org/2000/09/xmldsig#Object" URI="#idOfficeObject">
      <DigestMethod Algorithm="http://www.w3.org/2001/04/xmlenc#sha256"/>
      <DigestValue>2MQzQPmTa8UxV2aXbFGbBnq9Tcjbat0f5DxhTlKmh/A=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2JXQ7fYKtmkqWe9r6u0twcffAi4yHHZzD6eWIJxWIvY=</DigestValue>
    </Reference>
    <Reference Type="http://www.w3.org/2000/09/xmldsig#Object" URI="#idValidSigLnImg">
      <DigestMethod Algorithm="http://www.w3.org/2001/04/xmlenc#sha256"/>
      <DigestValue>SaiVhHLOAjXhd1r/uEzwHQaCcsItYHgqWNkfh4xAHBc=</DigestValue>
    </Reference>
    <Reference Type="http://www.w3.org/2000/09/xmldsig#Object" URI="#idInvalidSigLnImg">
      <DigestMethod Algorithm="http://www.w3.org/2001/04/xmlenc#sha256"/>
      <DigestValue>rN6a9abdDFshH1bz8tPRx8BUqPizzeVQMmQdv3zN4AE=</DigestValue>
    </Reference>
  </SignedInfo>
  <SignatureValue>Ahjmi+7EMlf5VEk1JWbI3D5dqLzhmwoBI6cH3PPr6h6DG1CnlxQP8tOgjYv+COjF8z6RGOyEDyqP
bMLTwq8ZnGp9fBiRuZlef6dYT63EVqcPKooqlr8JQ3B5NcS6ixgEOXJzhli0Fnyb7s6yHcF58xvs
pXINiXCNrbrHesd4iUKeAZ3ctnFjLs4t9jCnaV66fkWUf6rhMlOVah8QeUaCa66WeEJf8PZ2Unja
bzHynV0fekA1FICWk6RxzGmlGEVoeNOyblghaQZJLImxh+D16oT9+RlKRQjQYcfJtWP2VUlEBBp1
cv3Y0jL91ZfRiTM/YT9Xquzj+34K/UXiqMyRVQ==</SignatureValue>
  <KeyInfo>
    <X509Data>
      <X509Certificate>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1XcLdsRWqk8EqJvfWdrSI8oJjVgKGqayvqcn/LBNdQc=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MwFUkDU3PkFQicFdxX0cYSUtQUTNjeYIlLyw+ZesUVo=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si26m9CvaY4OFBDTcuineTq1iLC1ceFBkDtY2DW30I0=</DigestValue>
      </Reference>
      <Reference URI="/word/document.xml?ContentType=application/vnd.openxmlformats-officedocument.wordprocessingml.document.main+xml">
        <DigestMethod Algorithm="http://www.w3.org/2001/04/xmlenc#sha256"/>
        <DigestValue>1dHej6Jaajjr7ChQ9oR6yUxr7wmiN083yInqpOBnNZo=</DigestValue>
      </Reference>
      <Reference URI="/word/endnotes.xml?ContentType=application/vnd.openxmlformats-officedocument.wordprocessingml.endnotes+xml">
        <DigestMethod Algorithm="http://www.w3.org/2001/04/xmlenc#sha256"/>
        <DigestValue>JPHH2RzapnzNx3QEH1kFNkbbcT7aFiNX6uEL3NxKwN0=</DigestValue>
      </Reference>
      <Reference URI="/word/fontTable.xml?ContentType=application/vnd.openxmlformats-officedocument.wordprocessingml.fontTable+xml">
        <DigestMethod Algorithm="http://www.w3.org/2001/04/xmlenc#sha256"/>
        <DigestValue>vvfd2Dq0MI/0Y48G7DNwzMKgT1DQt7rBCA6Oo+lMasM=</DigestValue>
      </Reference>
      <Reference URI="/word/footer1.xml?ContentType=application/vnd.openxmlformats-officedocument.wordprocessingml.footer+xml">
        <DigestMethod Algorithm="http://www.w3.org/2001/04/xmlenc#sha256"/>
        <DigestValue>SgRFqSNmHhatITjCe8SyPyGhN1B0WJeRLJBee/NDb5A=</DigestValue>
      </Reference>
      <Reference URI="/word/footnotes.xml?ContentType=application/vnd.openxmlformats-officedocument.wordprocessingml.footnotes+xml">
        <DigestMethod Algorithm="http://www.w3.org/2001/04/xmlenc#sha256"/>
        <DigestValue>BIUxKb1xZ/2TadMU7wU9k90AInLCjy368ZxJzYaUCuc=</DigestValue>
      </Reference>
      <Reference URI="/word/header1.xml?ContentType=application/vnd.openxmlformats-officedocument.wordprocessingml.header+xml">
        <DigestMethod Algorithm="http://www.w3.org/2001/04/xmlenc#sha256"/>
        <DigestValue>o6V0vqvnLL5ApVuXk1fMcskaCLb3JKLwbUzezISP70I=</DigestValue>
      </Reference>
      <Reference URI="/word/media/image1.emf?ContentType=image/x-emf">
        <DigestMethod Algorithm="http://www.w3.org/2001/04/xmlenc#sha256"/>
        <DigestValue>ea2f1+eBfaY77pR25oFKtifiDavQgQ+ssBMn5HlEG8A=</DigestValue>
      </Reference>
      <Reference URI="/word/media/image2.wmf?ContentType=image/x-wmf">
        <DigestMethod Algorithm="http://www.w3.org/2001/04/xmlenc#sha256"/>
        <DigestValue>t1nxi45MZe8Cflpp3x/ZTnqshlYHGmxX39xgCI+ia6Q=</DigestValue>
      </Reference>
      <Reference URI="/word/media/image3.emf?ContentType=image/x-emf">
        <DigestMethod Algorithm="http://www.w3.org/2001/04/xmlenc#sha256"/>
        <DigestValue>79kvGm1QUzXgyGQ4hGJyNoXQKLvDeRXPrD4S0BY4Pqo=</DigestValue>
      </Reference>
      <Reference URI="/word/settings.xml?ContentType=application/vnd.openxmlformats-officedocument.wordprocessingml.settings+xml">
        <DigestMethod Algorithm="http://www.w3.org/2001/04/xmlenc#sha256"/>
        <DigestValue>R9rtxAknQokIvDyihOnyp2WEHbMPrgnCJe3Er9GZJhs=</DigestValue>
      </Reference>
      <Reference URI="/word/styles.xml?ContentType=application/vnd.openxmlformats-officedocument.wordprocessingml.styles+xml">
        <DigestMethod Algorithm="http://www.w3.org/2001/04/xmlenc#sha256"/>
        <DigestValue>Aey7xpSuvNAbAlR7b+GrCLZEA6BsF6rkfAbGQy1f7vE=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D0lo86WqO+xRG2g/Y8mXjCZgyCDqojQ+FM84+Ns9sNk=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2024-05-31T06:34:36Z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{C411B9C7-1979-4FEC-80C4-A56FB2900280}</SetupID>
          <SignatureText>	04-16-213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2024-05-31T06:34:36Z</xd:SigningTime>
          <xd:SigningCertificate>
            <xd:Cert>
              <xd:CertDigest>
                <DigestMethod Algorithm="http://www.w3.org/2001/04/xmlenc#sha256"/>
                <DigestValue>a064ohAK0YoS+ThNryczhEoN6SP/ydaqysmxO2miVho=</DigestValue>
              </xd:CertDigest>
              <xd:IssuerSerial>
                <X509IssuerName>C=BG, L=Sofia, O=Information Services JSC, OID.2.5.4.97=NTRBG-831641791, CN=StampIT Global Qualified CA</X509IssuerName>
                <X509SerialNumber>5431411800262819443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AjGwAAkQ0AACBFTUYAAAEAiBwAAK4AAAAGAAAAAAAAAAAAAAAAAAAAgAcAADgEAAAJAgAAJQEAAAAAAAAAAAAAAAAAACjzBwCIe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HAAAAAKAAAAUAAAAC0AAABcAAAAAQAAAFUV2UF7CdlBCgAAAFAAAAAGAAAATAAAAAAAAAAAAAAAAAAAAP//////////WAAAABgENwRFBC4AIAAWIQgAAAAFAAAABQAAAAM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</Object>
  <Object Id="idInvalidSigLnImg">AQAAAGwAAAAAAAAAAAAAAP8AAAB/AAAAAAAAAAAAAAAjGwAAkQ0AACBFTUYAAAEANCAAALQAAAAGAAAAAAAAAAAAAAAAAAAAgAcAADgEAAAJAgAAJQEAAAAAAAAAAAAAAAAAACjzBwCIe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5fwAAh6Qwz/h/AAAKAAsAAAAAANBuyiv5fwAAAAAAAAAAAACspDDP+H8AAAAAAAAAAAAAsGuxLPl/AAAAAAAAAAAAAAAAAAAAAAAA4PZYto5vAADTZ6rO+H8AAEgAAADNAAAAAAAAAAAAAACwX4A2IQIAAFiivf8AAAAA9f///wAAAAAJAAAAAAAAAAAAAAAAAAAAfKG9/80AAADQob3/zQAAANHNoCv5fwAAQLeNNiECAAAAAAAAAAAAALBfgDYhAgAAWKK9/80AAACwX4A2IQIAAMswpCv5fwAAIKG9/80AAADQob3/zQAAAAAAAAAAAAAAAAAAAGR2AAgAAAAAJQAAAAwAAAABAAAAGAAAAAwAAAD/AAACEgAAAAwAAAABAAAAHgAAABgAAAAiAAAABAAAAHoAAAARAAAAJQAAAAwAAAABAAAAVAAAALQAAAAjAAAABAAAAHgAAAAQAAAAAQAAAFUV2UF7Cdl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TkCkhAgAAUEAlLPl/AAAJAAAAAQAAANBuyiv5fwAAAAAAAAAAAACHpDDP+H8AAHDbjykhAgAAAAAAAAAAAAAAAAAAAAAAAAAAAAAAAAAAgB9Yto5vAAD0hynP+H8AAAB5vf/NAAAAAAAAAAAAAACwX4A2IQIAAOB6vf8AAAAAIOiANiECAAAHAAAAAAAAACDogDYhAgAAHHq9/80AAABwer3/zQAAANHNoCv5fwAAAAAAAAAAAAAAAAAAAAAAAAAAAAAAAAAA2Bh9NyECAACwX4A2IQIAAMswpCv5fwAAwHm9/80AAABwer3/z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gAAACECAAAGAAAAzQAAAJDdpDYhAgAA0G7KK/l/AAAAAAAAAAAAAACvlTchAgAAqG2EK/l/AACcl3gr+X8AAAAAAAAAAAAAAAAAAAAAAADAHli2jm8AAJycKSz5fwAA0He9/80AAAAAAAAAAAAAALBfgDYhAgAAOHq9/wAAAADg////AAAAAAYAAAAAAAAAAgAAAAAAAABceb3/zQAAALB5vf/NAAAA0c2gK/l/AAC49/A3IQIAAI1idSsAAAAAjAAAACECAAAbAAAA+X8AALBfgDYhAgAAyzCkK/l/AAAAeb3/zQAAALB5vf/NAAAAAAAAAAAAAAAAAAAAZHYACAAAAAAlAAAADAAAAAMAAAAYAAAADAAAAAAAAAISAAAADAAAAAEAAAAWAAAADAAAAAgAAABUAAAAVAAAAAoAAAAnAAAAHgAAAEoAAAABAAAAVRXZQXsJ2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tAAAAXAAAAAEAAABVFdlBewnZQQoAAABQAAAABgAAAEwAAAAAAAAAAAAAAAAAAAD//////////1gAAAAYBDcERQQuACAAFiEIAAAABQ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29818-03C6-4C33-9598-16D9C3598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Бланка на МИНИСТЪР КУЕП.dotx</Template>
  <TotalTime>2</TotalTime>
  <Pages>1</Pages>
  <Words>196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 И Н И С Т Ъ Р:</vt:lpstr>
    </vt:vector>
  </TitlesOfParts>
  <Company>Ministry of Finance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И Н И С Т Ъ Р:</dc:title>
  <dc:subject/>
  <dc:creator>Маргарита Борисова</dc:creator>
  <cp:keywords/>
  <cp:lastModifiedBy>Маргарита Борисова</cp:lastModifiedBy>
  <cp:revision>2</cp:revision>
  <cp:lastPrinted>2000-10-18T15:53:00Z</cp:lastPrinted>
  <dcterms:created xsi:type="dcterms:W3CDTF">2024-05-28T06:16:00Z</dcterms:created>
  <dcterms:modified xsi:type="dcterms:W3CDTF">2024-05-28T06:18:00Z</dcterms:modified>
</cp:coreProperties>
</file>